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B83" w:rsidRPr="004A7CF4" w:rsidRDefault="009C3B83">
      <w:pPr>
        <w:rPr>
          <w:b/>
        </w:rPr>
      </w:pPr>
      <w:r w:rsidRPr="004A7CF4">
        <w:rPr>
          <w:b/>
        </w:rPr>
        <w:t>Teacher: ______________________________</w:t>
      </w:r>
    </w:p>
    <w:p w:rsidR="009C3B83" w:rsidRPr="004A7CF4" w:rsidRDefault="009C3B83">
      <w:pPr>
        <w:rPr>
          <w:b/>
        </w:rPr>
      </w:pPr>
      <w:r w:rsidRPr="004A7CF4">
        <w:rPr>
          <w:b/>
        </w:rPr>
        <w:t xml:space="preserve">Reminder: All absences are initially recorded as </w:t>
      </w:r>
      <w:r w:rsidRPr="004A7CF4">
        <w:rPr>
          <w:b/>
          <w:u w:val="single"/>
        </w:rPr>
        <w:t>UNEXCUSED</w:t>
      </w:r>
      <w:r w:rsidRPr="004A7CF4">
        <w:rPr>
          <w:b/>
        </w:rPr>
        <w:t xml:space="preserve"> unless otherwise noted.</w:t>
      </w:r>
    </w:p>
    <w:tbl>
      <w:tblPr>
        <w:tblW w:w="47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67"/>
        <w:gridCol w:w="1802"/>
        <w:gridCol w:w="1350"/>
        <w:gridCol w:w="1350"/>
        <w:gridCol w:w="3510"/>
        <w:gridCol w:w="1438"/>
      </w:tblGrid>
      <w:tr w:rsidR="009C3B83" w:rsidRPr="008D29F5" w:rsidTr="008D29F5">
        <w:tc>
          <w:tcPr>
            <w:tcW w:w="1255" w:type="pct"/>
          </w:tcPr>
          <w:p w:rsidR="009C3B83" w:rsidRPr="008D29F5" w:rsidRDefault="009C3B83" w:rsidP="008D29F5">
            <w:pPr>
              <w:spacing w:after="0" w:line="240" w:lineRule="auto"/>
              <w:rPr>
                <w:b/>
              </w:rPr>
            </w:pPr>
            <w:r w:rsidRPr="008D29F5">
              <w:rPr>
                <w:b/>
              </w:rPr>
              <w:t>STUDENT NAME</w:t>
            </w:r>
          </w:p>
        </w:tc>
        <w:tc>
          <w:tcPr>
            <w:tcW w:w="714" w:type="pct"/>
          </w:tcPr>
          <w:p w:rsidR="009C3B83" w:rsidRPr="008D29F5" w:rsidRDefault="009C3B83" w:rsidP="008D29F5">
            <w:pPr>
              <w:spacing w:after="0" w:line="240" w:lineRule="auto"/>
              <w:rPr>
                <w:b/>
              </w:rPr>
            </w:pPr>
            <w:r w:rsidRPr="008D29F5">
              <w:rPr>
                <w:b/>
              </w:rPr>
              <w:t>STUDENT ID #</w:t>
            </w: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  <w:rPr>
                <w:b/>
              </w:rPr>
            </w:pPr>
            <w:r w:rsidRPr="008D29F5">
              <w:rPr>
                <w:b/>
              </w:rPr>
              <w:t>DATE (S)</w:t>
            </w: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  <w:rPr>
                <w:b/>
              </w:rPr>
            </w:pPr>
            <w:r w:rsidRPr="008D29F5">
              <w:rPr>
                <w:b/>
              </w:rPr>
              <w:t>EXCUSED ABSENCE (√)</w:t>
            </w:r>
          </w:p>
        </w:tc>
        <w:tc>
          <w:tcPr>
            <w:tcW w:w="1391" w:type="pct"/>
          </w:tcPr>
          <w:p w:rsidR="009C3B83" w:rsidRPr="008D29F5" w:rsidRDefault="009C3B83" w:rsidP="008D29F5">
            <w:pPr>
              <w:spacing w:after="0" w:line="240" w:lineRule="auto"/>
              <w:rPr>
                <w:b/>
              </w:rPr>
            </w:pPr>
            <w:r w:rsidRPr="008D29F5">
              <w:rPr>
                <w:b/>
              </w:rPr>
              <w:t>OTHER CORRECTIONS:</w:t>
            </w:r>
          </w:p>
          <w:p w:rsidR="009C3B83" w:rsidRPr="008D29F5" w:rsidRDefault="009C3B83" w:rsidP="008D29F5">
            <w:pPr>
              <w:spacing w:after="0" w:line="240" w:lineRule="auto"/>
              <w:rPr>
                <w:b/>
                <w:color w:val="FF0000"/>
              </w:rPr>
            </w:pPr>
            <w:r w:rsidRPr="008D29F5">
              <w:rPr>
                <w:b/>
                <w:color w:val="FF0000"/>
              </w:rPr>
              <w:t>T: Change to tardy</w:t>
            </w:r>
          </w:p>
          <w:p w:rsidR="009C3B83" w:rsidRPr="008D29F5" w:rsidRDefault="009C3B83" w:rsidP="008D29F5">
            <w:pPr>
              <w:spacing w:after="0" w:line="240" w:lineRule="auto"/>
              <w:rPr>
                <w:b/>
              </w:rPr>
            </w:pPr>
            <w:r w:rsidRPr="008D29F5">
              <w:rPr>
                <w:b/>
              </w:rPr>
              <w:t>U: Change to unexcused</w:t>
            </w:r>
          </w:p>
        </w:tc>
        <w:tc>
          <w:tcPr>
            <w:tcW w:w="570" w:type="pct"/>
          </w:tcPr>
          <w:p w:rsidR="009C3B83" w:rsidRPr="008D29F5" w:rsidRDefault="009C3B83" w:rsidP="008D29F5">
            <w:pPr>
              <w:spacing w:after="0" w:line="240" w:lineRule="auto"/>
              <w:rPr>
                <w:b/>
              </w:rPr>
            </w:pPr>
            <w:r w:rsidRPr="008D29F5">
              <w:rPr>
                <w:b/>
              </w:rPr>
              <w:t>Corrected By:</w:t>
            </w:r>
          </w:p>
        </w:tc>
      </w:tr>
      <w:tr w:rsidR="009C3B83" w:rsidRPr="008D29F5" w:rsidTr="008D29F5">
        <w:tc>
          <w:tcPr>
            <w:tcW w:w="1255" w:type="pct"/>
          </w:tcPr>
          <w:p w:rsidR="009C3B83" w:rsidRPr="008D29F5" w:rsidRDefault="009C3B83" w:rsidP="008D29F5">
            <w:pPr>
              <w:spacing w:after="0" w:line="240" w:lineRule="auto"/>
            </w:pPr>
          </w:p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714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1391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70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</w:tr>
      <w:tr w:rsidR="009C3B83" w:rsidRPr="008D29F5" w:rsidTr="008D29F5">
        <w:tc>
          <w:tcPr>
            <w:tcW w:w="1255" w:type="pct"/>
          </w:tcPr>
          <w:p w:rsidR="009C3B83" w:rsidRPr="008D29F5" w:rsidRDefault="009C3B83" w:rsidP="008D29F5">
            <w:pPr>
              <w:spacing w:after="0" w:line="240" w:lineRule="auto"/>
            </w:pPr>
          </w:p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714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1391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70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</w:tr>
      <w:tr w:rsidR="009C3B83" w:rsidRPr="008D29F5" w:rsidTr="008D29F5">
        <w:tc>
          <w:tcPr>
            <w:tcW w:w="1255" w:type="pct"/>
          </w:tcPr>
          <w:p w:rsidR="009C3B83" w:rsidRPr="008D29F5" w:rsidRDefault="009C3B83" w:rsidP="008D29F5">
            <w:pPr>
              <w:spacing w:after="0" w:line="240" w:lineRule="auto"/>
            </w:pPr>
          </w:p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714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1391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70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</w:tr>
      <w:tr w:rsidR="009C3B83" w:rsidRPr="008D29F5" w:rsidTr="008D29F5">
        <w:tc>
          <w:tcPr>
            <w:tcW w:w="1255" w:type="pct"/>
          </w:tcPr>
          <w:p w:rsidR="009C3B83" w:rsidRPr="008D29F5" w:rsidRDefault="009C3B83" w:rsidP="008D29F5">
            <w:pPr>
              <w:spacing w:after="0" w:line="240" w:lineRule="auto"/>
            </w:pPr>
          </w:p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714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1391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70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</w:tr>
      <w:tr w:rsidR="009C3B83" w:rsidRPr="008D29F5" w:rsidTr="008D29F5">
        <w:tc>
          <w:tcPr>
            <w:tcW w:w="1255" w:type="pct"/>
          </w:tcPr>
          <w:p w:rsidR="009C3B83" w:rsidRPr="008D29F5" w:rsidRDefault="009C3B83" w:rsidP="008D29F5">
            <w:pPr>
              <w:spacing w:after="0" w:line="240" w:lineRule="auto"/>
            </w:pPr>
          </w:p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714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1391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70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</w:tr>
      <w:tr w:rsidR="009C3B83" w:rsidRPr="008D29F5" w:rsidTr="008D29F5">
        <w:tc>
          <w:tcPr>
            <w:tcW w:w="1255" w:type="pct"/>
          </w:tcPr>
          <w:p w:rsidR="009C3B83" w:rsidRPr="008D29F5" w:rsidRDefault="009C3B83" w:rsidP="008D29F5">
            <w:pPr>
              <w:spacing w:after="0" w:line="240" w:lineRule="auto"/>
            </w:pPr>
          </w:p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714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1391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70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</w:tr>
      <w:tr w:rsidR="009C3B83" w:rsidRPr="008D29F5" w:rsidTr="008D29F5">
        <w:tc>
          <w:tcPr>
            <w:tcW w:w="1255" w:type="pct"/>
          </w:tcPr>
          <w:p w:rsidR="009C3B83" w:rsidRPr="008D29F5" w:rsidRDefault="009C3B83" w:rsidP="008D29F5">
            <w:pPr>
              <w:spacing w:after="0" w:line="240" w:lineRule="auto"/>
            </w:pPr>
          </w:p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714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1391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70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</w:tr>
      <w:tr w:rsidR="009C3B83" w:rsidRPr="008D29F5" w:rsidTr="008D29F5">
        <w:tc>
          <w:tcPr>
            <w:tcW w:w="1255" w:type="pct"/>
          </w:tcPr>
          <w:p w:rsidR="009C3B83" w:rsidRPr="008D29F5" w:rsidRDefault="009C3B83" w:rsidP="008D29F5">
            <w:pPr>
              <w:spacing w:after="0" w:line="240" w:lineRule="auto"/>
            </w:pPr>
          </w:p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714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1391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70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</w:tr>
      <w:tr w:rsidR="009C3B83" w:rsidRPr="008D29F5" w:rsidTr="008D29F5">
        <w:tc>
          <w:tcPr>
            <w:tcW w:w="1255" w:type="pct"/>
          </w:tcPr>
          <w:p w:rsidR="009C3B83" w:rsidRPr="008D29F5" w:rsidRDefault="009C3B83" w:rsidP="008D29F5">
            <w:pPr>
              <w:spacing w:after="0" w:line="240" w:lineRule="auto"/>
            </w:pPr>
          </w:p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714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35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1391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  <w:tc>
          <w:tcPr>
            <w:tcW w:w="570" w:type="pct"/>
          </w:tcPr>
          <w:p w:rsidR="009C3B83" w:rsidRPr="008D29F5" w:rsidRDefault="009C3B83" w:rsidP="008D29F5">
            <w:pPr>
              <w:spacing w:after="0" w:line="240" w:lineRule="auto"/>
            </w:pPr>
          </w:p>
        </w:tc>
      </w:tr>
    </w:tbl>
    <w:p w:rsidR="009C3B83" w:rsidRDefault="009C3B83"/>
    <w:p w:rsidR="009C3B83" w:rsidRDefault="009C3B83">
      <w:pPr>
        <w:rPr>
          <w:b/>
        </w:rPr>
      </w:pPr>
      <w:r w:rsidRPr="004A7CF4">
        <w:rPr>
          <w:b/>
        </w:rPr>
        <w:t>PLEASE TURN IN ANY CORRECTIONS ON THIS FORM WITH YOUR ATTENDANCE ENVELOPE DAILY. THANK YOU</w:t>
      </w:r>
    </w:p>
    <w:p w:rsidR="009C3B83" w:rsidRPr="004A7CF4" w:rsidRDefault="009C3B83">
      <w:pPr>
        <w:rPr>
          <w:b/>
          <w:color w:val="FF0000"/>
        </w:rPr>
      </w:pPr>
      <w:r w:rsidRPr="004A7CF4">
        <w:rPr>
          <w:b/>
          <w:color w:val="FF0000"/>
        </w:rPr>
        <w:t>IF YOU ARE ASKING TO CHANGE AND ABSENCE TO TARDY (T) THE STUDENT MUST BE SIGNED IN LATE IN THE TARDY BOOK</w:t>
      </w:r>
    </w:p>
    <w:sectPr w:rsidR="009C3B83" w:rsidRPr="004A7CF4" w:rsidSect="004A7CF4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B83" w:rsidRDefault="009C3B83" w:rsidP="004A6996">
      <w:pPr>
        <w:spacing w:after="0" w:line="240" w:lineRule="auto"/>
      </w:pPr>
      <w:r>
        <w:separator/>
      </w:r>
    </w:p>
  </w:endnote>
  <w:endnote w:type="continuationSeparator" w:id="0">
    <w:p w:rsidR="009C3B83" w:rsidRDefault="009C3B83" w:rsidP="004A6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B83" w:rsidRDefault="009C3B83" w:rsidP="004A6996">
      <w:pPr>
        <w:spacing w:after="0" w:line="240" w:lineRule="auto"/>
      </w:pPr>
      <w:r>
        <w:separator/>
      </w:r>
    </w:p>
  </w:footnote>
  <w:footnote w:type="continuationSeparator" w:id="0">
    <w:p w:rsidR="009C3B83" w:rsidRDefault="009C3B83" w:rsidP="004A6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B83" w:rsidRDefault="009C3B83" w:rsidP="004A6996">
    <w:pPr>
      <w:spacing w:after="0"/>
      <w:jc w:val="center"/>
      <w:rPr>
        <w:b/>
        <w:sz w:val="32"/>
        <w:szCs w:val="3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49" type="#_x0000_t75" alt="Fienberg Crest crop" style="position:absolute;left:0;text-align:left;margin-left:-51.75pt;margin-top:-30.75pt;width:103pt;height:83.25pt;z-index:251660288;visibility:visible">
          <v:imagedata r:id="rId1" o:title=""/>
        </v:shape>
      </w:pict>
    </w:r>
    <w:r w:rsidRPr="00F078B8">
      <w:rPr>
        <w:b/>
        <w:sz w:val="32"/>
        <w:szCs w:val="32"/>
      </w:rPr>
      <w:t xml:space="preserve">Fienberg Fisher </w:t>
    </w:r>
    <w:r>
      <w:rPr>
        <w:b/>
        <w:sz w:val="32"/>
        <w:szCs w:val="32"/>
      </w:rPr>
      <w:t>K-8 Center – Title I School</w:t>
    </w:r>
  </w:p>
  <w:p w:rsidR="009C3B83" w:rsidRDefault="009C3B83" w:rsidP="004A6996">
    <w:pPr>
      <w:spacing w:after="0"/>
      <w:jc w:val="center"/>
      <w:rPr>
        <w:b/>
        <w:sz w:val="32"/>
        <w:szCs w:val="32"/>
      </w:rPr>
    </w:pPr>
    <w:smartTag w:uri="urn:schemas-microsoft-com:office:smarttags" w:element="place">
      <w:smartTag w:uri="urn:schemas-microsoft-com:office:smarttags" w:element="PlaceName">
        <w:r>
          <w:rPr>
            <w:b/>
            <w:sz w:val="32"/>
            <w:szCs w:val="32"/>
          </w:rPr>
          <w:t>International</w:t>
        </w:r>
      </w:smartTag>
      <w:r>
        <w:rPr>
          <w:b/>
          <w:sz w:val="32"/>
          <w:szCs w:val="32"/>
        </w:rPr>
        <w:t xml:space="preserve"> </w:t>
      </w:r>
      <w:smartTag w:uri="urn:schemas-microsoft-com:office:smarttags" w:element="PlaceName">
        <w:r>
          <w:rPr>
            <w:b/>
            <w:sz w:val="32"/>
            <w:szCs w:val="32"/>
          </w:rPr>
          <w:t>Baccalaureate</w:t>
        </w:r>
      </w:smartTag>
      <w:r>
        <w:rPr>
          <w:b/>
          <w:sz w:val="32"/>
          <w:szCs w:val="32"/>
        </w:rPr>
        <w:t xml:space="preserve"> </w:t>
      </w:r>
      <w:smartTag w:uri="urn:schemas-microsoft-com:office:smarttags" w:element="PlaceName">
        <w:r>
          <w:rPr>
            <w:b/>
            <w:sz w:val="32"/>
            <w:szCs w:val="32"/>
          </w:rPr>
          <w:t>World</w:t>
        </w:r>
      </w:smartTag>
      <w:r>
        <w:rPr>
          <w:b/>
          <w:sz w:val="32"/>
          <w:szCs w:val="32"/>
        </w:rPr>
        <w:t xml:space="preserve"> </w:t>
      </w:r>
      <w:smartTag w:uri="urn:schemas-microsoft-com:office:smarttags" w:element="PlaceType">
        <w:r>
          <w:rPr>
            <w:b/>
            <w:sz w:val="32"/>
            <w:szCs w:val="32"/>
          </w:rPr>
          <w:t>School</w:t>
        </w:r>
      </w:smartTag>
    </w:smartTag>
  </w:p>
  <w:p w:rsidR="009C3B83" w:rsidRDefault="009C3B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CF4"/>
    <w:rsid w:val="0001397F"/>
    <w:rsid w:val="00046074"/>
    <w:rsid w:val="004A6996"/>
    <w:rsid w:val="004A7CF4"/>
    <w:rsid w:val="00597EA9"/>
    <w:rsid w:val="008D29F5"/>
    <w:rsid w:val="009C3B83"/>
    <w:rsid w:val="00AA6402"/>
    <w:rsid w:val="00B361AE"/>
    <w:rsid w:val="00C05C2E"/>
    <w:rsid w:val="00C87DA9"/>
    <w:rsid w:val="00D97ECA"/>
    <w:rsid w:val="00F0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97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A7C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A6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699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A6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69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78</Words>
  <Characters>446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Marrero, Aisha V.</dc:creator>
  <cp:keywords/>
  <dc:description/>
  <cp:lastModifiedBy>MDCPS</cp:lastModifiedBy>
  <cp:revision>5</cp:revision>
  <cp:lastPrinted>2011-09-06T22:19:00Z</cp:lastPrinted>
  <dcterms:created xsi:type="dcterms:W3CDTF">2011-09-06T22:10:00Z</dcterms:created>
  <dcterms:modified xsi:type="dcterms:W3CDTF">2012-11-18T13:31:00Z</dcterms:modified>
</cp:coreProperties>
</file>